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6C7D5994" w:rsidR="00F422D3" w:rsidRDefault="00F422D3" w:rsidP="00B42F40">
      <w:pPr>
        <w:pStyle w:val="Titul2"/>
      </w:pPr>
      <w:r>
        <w:t>Název zakázky: „</w:t>
      </w:r>
      <w:r w:rsidR="00131FC3">
        <w:t>Oprava TV v úseku Bohumín os. n./</w:t>
      </w:r>
      <w:r w:rsidR="00DF5995">
        <w:t xml:space="preserve"> </w:t>
      </w:r>
      <w:r w:rsidR="00131FC3">
        <w:t>Bohumín-Vrbice – státní hranice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782552"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00830C9D" w:rsidRPr="00830C9D">
        <w:rPr>
          <w:i/>
          <w:iCs/>
          <w:color w:val="FF0000"/>
          <w:highlight w:val="lightGray"/>
        </w:rPr>
        <w:t>– nepovinný údaj</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F8B33A8"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bookmarkStart w:id="0" w:name="AJ_vychytávka"/>
      <w:r w:rsidR="00AF2741">
        <w:t>635</w:t>
      </w:r>
      <w:r w:rsidR="00131FC3">
        <w:t>240</w:t>
      </w:r>
      <w:r w:rsidR="00A24212">
        <w:t>32</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131FC3">
        <w:rPr>
          <w:b/>
        </w:rPr>
        <w:t>Oprava TV v úseku Bohumín os. n. /Bohumín-Vrbice – státní hranice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69C16B30" w14:textId="2CF03A4C" w:rsidR="00F24489" w:rsidRPr="00131FC3" w:rsidRDefault="00F24489" w:rsidP="00131FC3">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131FC3">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466EC6D0" w:rsidR="00F24489" w:rsidRPr="00514BD4" w:rsidRDefault="00F24489" w:rsidP="00F24489">
      <w:pPr>
        <w:pStyle w:val="Textbezslovn"/>
        <w:rPr>
          <w:b/>
        </w:rPr>
      </w:pPr>
      <w:r w:rsidRPr="00F24489">
        <w:rPr>
          <w:b/>
        </w:rPr>
        <w:t xml:space="preserve">Celková lhůta pro dokončení Díla </w:t>
      </w:r>
      <w:r w:rsidRPr="00514BD4">
        <w:rPr>
          <w:b/>
        </w:rPr>
        <w:t xml:space="preserve">činí celkem </w:t>
      </w:r>
      <w:r w:rsidR="00131FC3" w:rsidRPr="00514BD4">
        <w:rPr>
          <w:b/>
        </w:rPr>
        <w:t>13</w:t>
      </w:r>
      <w:r w:rsidRPr="00514BD4">
        <w:rPr>
          <w:b/>
        </w:rPr>
        <w:t xml:space="preserve"> měsíců ode Dne zahájení stavebních prací (dokladem prokazujícím, že Zhotovitel dokončil celé Dílo, je Předávací protokol dle odst. 10.4 Obchodních podmínek).</w:t>
      </w:r>
    </w:p>
    <w:p w14:paraId="067250B4" w14:textId="7A3D277A" w:rsidR="00F24489" w:rsidRDefault="00F24489" w:rsidP="00F24489">
      <w:pPr>
        <w:pStyle w:val="Textbezslovn"/>
      </w:pPr>
      <w:r w:rsidRPr="00514BD4">
        <w:t xml:space="preserve">Lhůta pro dokončení stavebních prací činí celkem </w:t>
      </w:r>
      <w:r w:rsidR="00AF6D0C" w:rsidRPr="00514BD4">
        <w:rPr>
          <w:b/>
        </w:rPr>
        <w:t>13</w:t>
      </w:r>
      <w:r w:rsidRPr="00514BD4">
        <w:rPr>
          <w:b/>
        </w:rPr>
        <w:t xml:space="preserve"> měsíců</w:t>
      </w:r>
      <w:r w:rsidRPr="00514BD4">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353DB51E" w:rsidR="00F24489" w:rsidRDefault="00F24489" w:rsidP="00F24489">
      <w:pPr>
        <w:pStyle w:val="Text1-1"/>
      </w:pPr>
      <w:r w:rsidRPr="00F97DBD">
        <w:lastRenderedPageBreak/>
        <w:t>Místo plnění je dáno místem, v němž má být Dílo</w:t>
      </w:r>
      <w:r w:rsidR="00582839">
        <w:t xml:space="preserve"> </w:t>
      </w:r>
      <w:r w:rsidR="00EC6E64" w:rsidRPr="00F97DBD">
        <w:t xml:space="preserve">dle </w:t>
      </w:r>
      <w:r w:rsidR="00EC6E64">
        <w:t>Projektové dokumentace a</w:t>
      </w:r>
      <w:r w:rsidR="00EC6E64" w:rsidRPr="00F97DBD">
        <w:t xml:space="preserve"> příslušných veřejnoprávních povolení umístěno.</w:t>
      </w:r>
    </w:p>
    <w:p w14:paraId="1567BB0D" w14:textId="6C6B7F10" w:rsidR="00830C9D" w:rsidRPr="00582839" w:rsidRDefault="00830C9D" w:rsidP="00830C9D">
      <w:pPr>
        <w:pStyle w:val="Text1-1"/>
      </w:pPr>
      <w:r w:rsidRPr="00582839">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B8E8E56" w:rsidR="00214C3E" w:rsidRPr="00E32FBC" w:rsidRDefault="00EC6E64" w:rsidP="00A97889">
      <w:pPr>
        <w:pStyle w:val="Text1-1"/>
      </w:pPr>
      <w:r>
        <w:t xml:space="preserve">Neobsazeno. </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266E6A">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33C728C8" w14:textId="77777777" w:rsidR="00EC6E64" w:rsidRDefault="00EC6E64" w:rsidP="009032FF">
      <w:pPr>
        <w:pStyle w:val="Textbezslovn"/>
      </w:pPr>
    </w:p>
    <w:p w14:paraId="76A33B55" w14:textId="0DD6FD07" w:rsidR="00D56478" w:rsidRDefault="00D56478">
      <w:pPr>
        <w:pStyle w:val="Text1-1"/>
      </w:pPr>
      <w:r w:rsidRPr="00ED0187">
        <w:rPr>
          <w:rFonts w:eastAsia="Times New Roman" w:cs="Times New Roman"/>
        </w:rPr>
        <w:lastRenderedPageBreak/>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483D8957" w:rsidR="00D56478" w:rsidRPr="00E32FBC" w:rsidRDefault="00E32FBC" w:rsidP="00830C9D">
      <w:pPr>
        <w:pStyle w:val="Text1-1"/>
      </w:pPr>
      <w:r w:rsidRPr="00E32FBC">
        <w:t>Neobsazeno</w:t>
      </w:r>
      <w:r w:rsidR="00EC6E64">
        <w:t>.</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lastRenderedPageBreak/>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5C7F509A" w:rsidR="00102D47" w:rsidRPr="009972D6" w:rsidRDefault="00102D47" w:rsidP="00AC10C3">
      <w:pPr>
        <w:pStyle w:val="Text1-2"/>
      </w:pPr>
      <w:r>
        <w:t>Zhotovitel se zavazuje uhradit smluvní pokutu ve výši 10</w:t>
      </w:r>
      <w:r w:rsidR="00782552">
        <w:t xml:space="preserve"> </w:t>
      </w:r>
      <w:r>
        <w:t>000 Kč za každý byť i započatý den prodlení se splněním povinnosti předložit smluvní dokumentaci dle předchozího odstavce smlouvy. Zhotovitel se dále zavazuje uhradit smluvní pokutu ve výši 10</w:t>
      </w:r>
      <w:r w:rsidR="00782552">
        <w:t xml:space="preserve"> </w:t>
      </w:r>
      <w:r>
        <w:t xml:space="preserve">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1E675D1D"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E32FBC">
        <w:rPr>
          <w:rStyle w:val="Tun"/>
          <w:b w:val="0"/>
        </w:rPr>
        <w:t xml:space="preserve"> O</w:t>
      </w:r>
      <w:r w:rsidRPr="009972D6">
        <w:rPr>
          <w:rStyle w:val="Tun"/>
          <w:b w:val="0"/>
        </w:rPr>
        <w:t xml:space="preserve">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266E6A">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266E6A">
      <w:pPr>
        <w:pStyle w:val="Text1-2"/>
        <w:numPr>
          <w:ilvl w:val="0"/>
          <w:numId w:val="18"/>
        </w:numPr>
        <w:rPr>
          <w:rStyle w:val="Tun"/>
          <w:b w:val="0"/>
        </w:rPr>
      </w:pPr>
      <w:r w:rsidRPr="0010127F">
        <w:rPr>
          <w:rStyle w:val="Tun"/>
          <w:b w:val="0"/>
        </w:rPr>
        <w:lastRenderedPageBreak/>
        <w:t>trvala technologická přestávka v provádění prací na celém Díle, která byla řádně zapsaná TDS ve stavebním deníku,</w:t>
      </w:r>
    </w:p>
    <w:p w14:paraId="4D2FCC74" w14:textId="77777777" w:rsidR="009972D6" w:rsidRPr="0010127F" w:rsidRDefault="009972D6" w:rsidP="00266E6A">
      <w:pPr>
        <w:pStyle w:val="Text1-2"/>
        <w:numPr>
          <w:ilvl w:val="0"/>
          <w:numId w:val="18"/>
        </w:numPr>
        <w:rPr>
          <w:rStyle w:val="Tun"/>
          <w:b w:val="0"/>
        </w:rPr>
      </w:pPr>
      <w:r w:rsidRPr="0010127F">
        <w:rPr>
          <w:rStyle w:val="Tun"/>
          <w:b w:val="0"/>
        </w:rPr>
        <w:t>byl přerušen postup prací na Díle dle článku 3 Obchodních podmínek,</w:t>
      </w:r>
    </w:p>
    <w:p w14:paraId="558BAC6B" w14:textId="76519F49" w:rsidR="00E97C05" w:rsidRPr="00E32FBC" w:rsidRDefault="009972D6" w:rsidP="00E32FBC">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E32FBC">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266E6A">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w:t>
      </w:r>
      <w:r>
        <w:lastRenderedPageBreak/>
        <w:t xml:space="preserve">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266E6A">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266E6A">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266E6A">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4074957D" w14:textId="77777777" w:rsidR="00830C9D" w:rsidRPr="0029677D" w:rsidRDefault="00830C9D" w:rsidP="00266E6A">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2" w:name="_Hlk156467952"/>
      <w:r w:rsidRPr="0029677D">
        <w:lastRenderedPageBreak/>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6F773F9"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EC6E64"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5"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7307113C" w:rsidR="00214C3E" w:rsidRPr="00F97DBD" w:rsidRDefault="00214C3E" w:rsidP="00D61094">
            <w:pPr>
              <w:pStyle w:val="Textbezslovn"/>
              <w:ind w:hanging="136"/>
            </w:pPr>
            <w:r w:rsidRPr="00F97DBD">
              <w:t xml:space="preserve">b) </w:t>
            </w:r>
            <w:r w:rsidR="00D61094">
              <w:t xml:space="preserve"> </w:t>
            </w:r>
            <w:r w:rsidRPr="00F97DBD">
              <w:t>Zvláštní technické podmínky</w:t>
            </w:r>
          </w:p>
        </w:tc>
      </w:tr>
      <w:bookmarkStart w:id="6"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7"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8"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9"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0"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78255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675145">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675145">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266E6A">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161B1BA" w:rsidR="000D2628" w:rsidRPr="00E32FBC" w:rsidRDefault="00E463D2" w:rsidP="00E463D2">
      <w:pPr>
        <w:pStyle w:val="Odstavec1-1a"/>
        <w:rPr>
          <w:b/>
        </w:rPr>
      </w:pPr>
      <w:r w:rsidRPr="00E32FBC">
        <w:rPr>
          <w:b/>
        </w:rPr>
        <w:t xml:space="preserve">Zvláštní technické podmínky </w:t>
      </w:r>
      <w:r w:rsidR="000D2628" w:rsidRPr="00E32FBC">
        <w:rPr>
          <w:b/>
        </w:rPr>
        <w:t xml:space="preserve">ze dne </w:t>
      </w:r>
      <w:r w:rsidR="00E32FBC" w:rsidRPr="00E32FBC">
        <w:rPr>
          <w:b/>
        </w:rPr>
        <w:t>22</w:t>
      </w:r>
      <w:r w:rsidR="000D2628" w:rsidRPr="00E32FBC">
        <w:rPr>
          <w:b/>
        </w:rPr>
        <w:t xml:space="preserve">. </w:t>
      </w:r>
      <w:r w:rsidR="00E32FBC" w:rsidRPr="00E32FBC">
        <w:rPr>
          <w:b/>
        </w:rPr>
        <w:t>2</w:t>
      </w:r>
      <w:r w:rsidR="000D2628" w:rsidRPr="00E32FBC">
        <w:rPr>
          <w:b/>
        </w:rPr>
        <w:t xml:space="preserve">. </w:t>
      </w:r>
      <w:r w:rsidR="00E32FBC" w:rsidRPr="00E32FBC">
        <w:rPr>
          <w:b/>
        </w:rPr>
        <w:t>2024</w:t>
      </w:r>
      <w:r w:rsidR="000D2628" w:rsidRPr="00E32FBC">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675145">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305BCC4C" w14:textId="6F263530" w:rsidR="00DE3AEB" w:rsidRPr="00E32FBC" w:rsidRDefault="00E32FBC" w:rsidP="00266E6A">
      <w:pPr>
        <w:pStyle w:val="Odrka1-1"/>
        <w:numPr>
          <w:ilvl w:val="0"/>
          <w:numId w:val="5"/>
        </w:numPr>
      </w:pPr>
      <w:r w:rsidRPr="00E32FBC">
        <w:t>Bez souvisejících dokumentů</w:t>
      </w:r>
    </w:p>
    <w:p w14:paraId="19687605" w14:textId="77777777" w:rsidR="0028389C" w:rsidRDefault="0028389C" w:rsidP="0028389C">
      <w:pPr>
        <w:pStyle w:val="Odrka1-1"/>
        <w:numPr>
          <w:ilvl w:val="0"/>
          <w:numId w:val="0"/>
        </w:numPr>
        <w:ind w:left="1077"/>
        <w:rPr>
          <w:highlight w:val="green"/>
        </w:rPr>
        <w:sectPr w:rsidR="0028389C" w:rsidSect="00675145">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9B1000">
        <w:rPr>
          <w:highlight w:val="lightGray"/>
        </w:rPr>
        <w:t>[</w:t>
      </w:r>
      <w:r w:rsidR="00E519F6" w:rsidRPr="009B1000">
        <w:rPr>
          <w:highlight w:val="lightGray"/>
        </w:rPr>
        <w:t>Do přílohy Smlouvy bude vložen Položkový soupis prací s výkazem výměr předložený v nabídce účastníka</w:t>
      </w:r>
      <w:r w:rsidRPr="009B1000">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675145">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AF6D0C">
        <w:lastRenderedPageBreak/>
        <w:t>Pří</w:t>
      </w:r>
      <w:r w:rsidR="002C7A28" w:rsidRPr="00AF6D0C">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05207D64" w:rsidR="009C0CF1" w:rsidRDefault="009C0CF1" w:rsidP="009C0CF1">
      <w:pPr>
        <w:pStyle w:val="Textbezodsazen"/>
      </w:pPr>
      <w:r w:rsidRPr="009B1000">
        <w:rPr>
          <w:highlight w:val="lightGray"/>
        </w:rPr>
        <w:t>[Do přílohy smlouvy bude vloženo grafické znázornění postupu prací (Harmonogram postupu prací) předložené v nabídce účastníka</w:t>
      </w:r>
      <w:r w:rsidR="00EC6E64">
        <w:rPr>
          <w:highlight w:val="lightGray"/>
        </w:rPr>
        <w:t>.</w:t>
      </w:r>
      <w:r w:rsidRPr="009B1000">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675145">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78255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1"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1100CB5" w:rsidR="00ED29F1" w:rsidRPr="00F95FBD" w:rsidRDefault="00E32FB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D7AB2CC" w:rsidR="00ED29F1" w:rsidRPr="00F95FBD" w:rsidRDefault="00E32FB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1AD7DAEF" w:rsidR="00ED29F1" w:rsidRPr="00F95FBD" w:rsidRDefault="00E32FB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Hubac@spravazeleznic.cz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18863737" w:rsidR="00ED29F1" w:rsidRPr="00F95FBD" w:rsidRDefault="00E32FB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+420 602 586 714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10C2965" w:rsidR="00ED29F1" w:rsidRPr="00F95FBD" w:rsidRDefault="00E32FB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GAZDA</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C2E9A60" w:rsidR="00ED29F1" w:rsidRPr="00F95FBD" w:rsidRDefault="00E32FB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4C37E17" w:rsidR="00ED29F1" w:rsidRPr="00F95FBD" w:rsidRDefault="00E32FB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Gazda@spravazeleznic.cz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1FED4409" w:rsidR="00ED29F1" w:rsidRPr="00F95FBD" w:rsidRDefault="00E32FB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+420 722 972 828</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6157A221" w:rsidR="00ED29F1" w:rsidRPr="00F95FBD" w:rsidRDefault="00E32FB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C81E630" w:rsidR="00ED29F1" w:rsidRPr="00F95FBD" w:rsidRDefault="00E32FB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SŽG, Skladištní 1151/27+29,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67D5695F" w:rsidR="00ED29F1" w:rsidRPr="00F95FBD" w:rsidRDefault="00E32FB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9F6EE48" w:rsidR="00ED29F1" w:rsidRPr="00F95FBD" w:rsidRDefault="00E32FB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+420 727 877 362</w:t>
            </w:r>
          </w:p>
        </w:tc>
      </w:tr>
    </w:tbl>
    <w:p w14:paraId="475B544E" w14:textId="77777777" w:rsidR="00ED29F1" w:rsidRPr="00F95FBD" w:rsidRDefault="00ED29F1" w:rsidP="00ED29F1">
      <w:pPr>
        <w:pStyle w:val="Textbezodsazen"/>
      </w:pPr>
    </w:p>
    <w:bookmarkEnd w:id="11"/>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58498FAC" w:rsidR="002038D5" w:rsidRPr="00F95FBD" w:rsidRDefault="00165977" w:rsidP="00165977">
      <w:pPr>
        <w:pStyle w:val="Nadpistabulky"/>
        <w:rPr>
          <w:sz w:val="18"/>
          <w:szCs w:val="18"/>
        </w:rPr>
      </w:pPr>
      <w:r w:rsidRPr="00F95FBD">
        <w:rPr>
          <w:sz w:val="18"/>
          <w:szCs w:val="18"/>
        </w:rPr>
        <w:t>Specialista (vedoucí prací) na trakční vedení</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13FC5822" w:rsidR="00165977" w:rsidRPr="00F95FBD" w:rsidRDefault="00EC6E64"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675145">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E32FBC" w:rsidRDefault="002C7A28" w:rsidP="00165977">
            <w:pPr>
              <w:pStyle w:val="Tabulka"/>
            </w:pPr>
            <w:r w:rsidRPr="00E32FBC">
              <w:rPr>
                <w:sz w:val="18"/>
              </w:rPr>
              <w:t>Pojištění odpovědnosti za škodu způsobenou Zhotovitelem při výkonu podnikatelské činnosti třetím osobám</w:t>
            </w:r>
          </w:p>
        </w:tc>
        <w:tc>
          <w:tcPr>
            <w:tcW w:w="2500" w:type="pct"/>
          </w:tcPr>
          <w:p w14:paraId="0AEA0806" w14:textId="7474468F" w:rsidR="002C7A28" w:rsidRPr="00E32FBC"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32FBC">
              <w:rPr>
                <w:rFonts w:eastAsia="Times New Roman" w:cs="Calibri"/>
                <w:sz w:val="18"/>
                <w:lang w:eastAsia="cs-CZ"/>
              </w:rPr>
              <w:t>M</w:t>
            </w:r>
            <w:r w:rsidR="002C7A28" w:rsidRPr="00E32FBC">
              <w:rPr>
                <w:rFonts w:eastAsia="Times New Roman" w:cs="Calibri"/>
                <w:sz w:val="18"/>
                <w:lang w:eastAsia="cs-CZ"/>
              </w:rPr>
              <w:t xml:space="preserve">inimálně </w:t>
            </w:r>
            <w:r w:rsidR="00E32FBC" w:rsidRPr="00E32FBC">
              <w:rPr>
                <w:rFonts w:eastAsia="Times New Roman" w:cs="Calibri"/>
                <w:sz w:val="18"/>
                <w:lang w:eastAsia="cs-CZ"/>
              </w:rPr>
              <w:t>10</w:t>
            </w:r>
            <w:r w:rsidR="002C7A28" w:rsidRPr="00E32FBC">
              <w:rPr>
                <w:rFonts w:eastAsia="Times New Roman" w:cs="Calibri"/>
                <w:color w:val="000000"/>
                <w:sz w:val="18"/>
                <w:lang w:eastAsia="cs-CZ"/>
              </w:rPr>
              <w:t xml:space="preserve"> mil. Kč</w:t>
            </w:r>
            <w:r w:rsidR="002C7A28" w:rsidRPr="00E32FBC">
              <w:rPr>
                <w:rFonts w:eastAsia="Times New Roman" w:cs="Calibri"/>
                <w:sz w:val="18"/>
                <w:lang w:eastAsia="cs-CZ"/>
              </w:rPr>
              <w:t xml:space="preserve"> na jednu pojistnou událost a </w:t>
            </w:r>
            <w:r w:rsidR="00E32FBC" w:rsidRPr="00E32FBC">
              <w:rPr>
                <w:rFonts w:eastAsia="Times New Roman" w:cs="Calibri"/>
                <w:sz w:val="18"/>
                <w:lang w:eastAsia="cs-CZ"/>
              </w:rPr>
              <w:t>10</w:t>
            </w:r>
            <w:r w:rsidR="002C7A28" w:rsidRPr="00E32FBC">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675145">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675145">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2E870C72" w:rsidR="009C0CF1" w:rsidRDefault="009C0CF1" w:rsidP="009C0CF1">
      <w:pPr>
        <w:pStyle w:val="Textbezodsazen"/>
      </w:pPr>
      <w:r w:rsidRPr="009B1000">
        <w:rPr>
          <w:highlight w:val="lightGray"/>
        </w:rPr>
        <w:t>[Do přílohy smlouvy bude vloženo zmocnění předložené v nabídce účastníka</w:t>
      </w:r>
      <w:r w:rsidR="00EC6E64">
        <w:rPr>
          <w:highlight w:val="lightGray"/>
        </w:rPr>
        <w:t>.</w:t>
      </w:r>
      <w:r w:rsidRPr="009B1000">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675145">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2"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2"/>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675145">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782552"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675145">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FDED4" w14:textId="77777777" w:rsidR="00675145" w:rsidRDefault="00675145" w:rsidP="00962258">
      <w:pPr>
        <w:spacing w:after="0" w:line="240" w:lineRule="auto"/>
      </w:pPr>
      <w:r>
        <w:separator/>
      </w:r>
    </w:p>
  </w:endnote>
  <w:endnote w:type="continuationSeparator" w:id="0">
    <w:p w14:paraId="45611802" w14:textId="77777777" w:rsidR="00675145" w:rsidRDefault="006751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2AEB9A77"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255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409B35B9" w:rsidR="00285E8B" w:rsidRPr="00E7415D" w:rsidRDefault="00285E8B" w:rsidP="00A15E97">
          <w:pPr>
            <w:pStyle w:val="Zpat0"/>
            <w:rPr>
              <w:b/>
            </w:rPr>
          </w:pPr>
          <w:r>
            <w:t>VZ 635</w:t>
          </w:r>
          <w:r w:rsidR="00131FC3">
            <w:t>240</w:t>
          </w:r>
          <w:r w:rsidR="00A24212">
            <w:t>32</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09E0A25B"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25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7777777" w:rsidR="00285E8B" w:rsidRDefault="00285E8B" w:rsidP="00F95FBD">
          <w:pPr>
            <w:pStyle w:val="Zpat0"/>
          </w:pPr>
          <w:r>
            <w:t>SMLOUVA O DÍLO - Zhotovení stavby</w:t>
          </w:r>
        </w:p>
        <w:p w14:paraId="72D7A389" w14:textId="11F2B745" w:rsidR="00285E8B" w:rsidRDefault="00285E8B" w:rsidP="00F95FBD">
          <w:pPr>
            <w:pStyle w:val="Zpat0"/>
          </w:pPr>
          <w:r>
            <w:t>VS 635</w:t>
          </w:r>
          <w:r w:rsidR="00E32FBC">
            <w:t>240</w:t>
          </w:r>
          <w:r w:rsidR="00A24212">
            <w:t>32</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6F6F765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25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7777777" w:rsidR="00285E8B" w:rsidRDefault="00285E8B" w:rsidP="00F95FBD">
          <w:pPr>
            <w:pStyle w:val="Zpat0"/>
          </w:pPr>
          <w:r>
            <w:t>SMLOUVA O DÍLO - Zhotovení stavby</w:t>
          </w:r>
        </w:p>
        <w:p w14:paraId="11341C10" w14:textId="3442345C" w:rsidR="00285E8B" w:rsidRDefault="00285E8B" w:rsidP="00F95FBD">
          <w:pPr>
            <w:pStyle w:val="Zpat0"/>
          </w:pPr>
          <w:r>
            <w:t>VS 635</w:t>
          </w:r>
          <w:r w:rsidR="00E32FBC">
            <w:t>240</w:t>
          </w:r>
          <w:r w:rsidR="00A24212">
            <w:t>32</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1E9ED8BC"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2552">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77777777" w:rsidR="00285E8B" w:rsidRDefault="00285E8B" w:rsidP="00F95FBD">
          <w:pPr>
            <w:pStyle w:val="Zpat0"/>
          </w:pPr>
          <w:r>
            <w:t>SMLOUVA O DÍLO - Zhotovení stavby</w:t>
          </w:r>
        </w:p>
        <w:p w14:paraId="6A228AD1" w14:textId="700FFD67" w:rsidR="00285E8B" w:rsidRDefault="00285E8B" w:rsidP="00F95FBD">
          <w:pPr>
            <w:pStyle w:val="Zpat0"/>
          </w:pPr>
          <w:r>
            <w:t>VS 635</w:t>
          </w:r>
          <w:r w:rsidR="00E32FBC">
            <w:t>240</w:t>
          </w:r>
          <w:r w:rsidR="00A24212">
            <w:t>32</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2E91D623"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255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77777777" w:rsidR="00285E8B" w:rsidRDefault="00285E8B" w:rsidP="00F95FBD">
          <w:pPr>
            <w:pStyle w:val="Zpat0"/>
          </w:pPr>
          <w:r>
            <w:t>SMLOUVA O DÍLO - Zhotovení stavby</w:t>
          </w:r>
        </w:p>
        <w:p w14:paraId="1B9D4255" w14:textId="112A75C9" w:rsidR="00285E8B" w:rsidRDefault="00285E8B" w:rsidP="00F95FBD">
          <w:pPr>
            <w:pStyle w:val="Zpat0"/>
          </w:pPr>
          <w:r>
            <w:t>VS 635</w:t>
          </w:r>
          <w:r w:rsidR="00E32FBC">
            <w:t>240</w:t>
          </w:r>
          <w:r w:rsidR="00A24212">
            <w:t>32</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34C18B3C"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25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40F61466" w14:textId="40338EC1" w:rsidR="00285E8B" w:rsidRDefault="00285E8B" w:rsidP="00F95FBD">
          <w:pPr>
            <w:pStyle w:val="Zpat0"/>
          </w:pPr>
          <w:r>
            <w:t>VS 635</w:t>
          </w:r>
          <w:r w:rsidR="00E32FBC">
            <w:t>240</w:t>
          </w:r>
          <w:r w:rsidR="00A24212">
            <w:t>32</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76C68FFC"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25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SMLOUVA O DÍLO - Zhotovení stavby</w:t>
          </w:r>
        </w:p>
        <w:p w14:paraId="4983A40B" w14:textId="1930EF1A" w:rsidR="00285E8B" w:rsidRDefault="00285E8B" w:rsidP="00F95FBD">
          <w:pPr>
            <w:pStyle w:val="Zpat0"/>
          </w:pPr>
          <w:r>
            <w:t>VS 635</w:t>
          </w:r>
          <w:r w:rsidR="00E32FBC">
            <w:t>240</w:t>
          </w:r>
          <w:r w:rsidR="00A24212">
            <w:t>32</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3142A22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25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77777777" w:rsidR="00285E8B" w:rsidRDefault="00285E8B" w:rsidP="00F95FBD">
          <w:pPr>
            <w:pStyle w:val="Zpat0"/>
          </w:pPr>
          <w:r>
            <w:t>SMLOUVA O DÍLO - Zhotovení stavby</w:t>
          </w:r>
        </w:p>
        <w:p w14:paraId="1C873F66" w14:textId="6172A1F4" w:rsidR="00285E8B" w:rsidRDefault="00285E8B" w:rsidP="00F95FBD">
          <w:pPr>
            <w:pStyle w:val="Zpat0"/>
          </w:pPr>
          <w:r>
            <w:t>VS 635</w:t>
          </w:r>
          <w:r w:rsidR="00E32FBC">
            <w:t>240</w:t>
          </w:r>
          <w:r w:rsidR="00A24212">
            <w:t>32</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520D3B9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25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7777777" w:rsidR="00285E8B" w:rsidRDefault="00285E8B" w:rsidP="00F95FBD">
          <w:pPr>
            <w:pStyle w:val="Zpat0"/>
          </w:pPr>
          <w:r>
            <w:t>SMLOUVA O DÍLO - Zhotovení stavby</w:t>
          </w:r>
        </w:p>
        <w:p w14:paraId="5AED8FDE" w14:textId="7FDF0BE4" w:rsidR="00285E8B" w:rsidRDefault="00285E8B" w:rsidP="00F95FBD">
          <w:pPr>
            <w:pStyle w:val="Zpat0"/>
          </w:pPr>
          <w:r>
            <w:t>VS 635</w:t>
          </w:r>
          <w:r w:rsidR="00E32FBC">
            <w:t>240</w:t>
          </w:r>
          <w:r w:rsidR="00A24212">
            <w:t>32</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276FBC6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25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77777777" w:rsidR="00285E8B" w:rsidRDefault="00285E8B" w:rsidP="00F95FBD">
          <w:pPr>
            <w:pStyle w:val="Zpat0"/>
          </w:pPr>
          <w:r>
            <w:t>SMLOUVA O DÍLO - Zhotovení stavby</w:t>
          </w:r>
        </w:p>
        <w:p w14:paraId="1C48704A" w14:textId="6A926743" w:rsidR="00285E8B" w:rsidRDefault="00285E8B" w:rsidP="00F95FBD">
          <w:pPr>
            <w:pStyle w:val="Zpat0"/>
          </w:pPr>
          <w:r>
            <w:t>VS 635</w:t>
          </w:r>
          <w:r w:rsidR="00E32FBC">
            <w:t>240</w:t>
          </w:r>
          <w:r w:rsidR="00A24212">
            <w:t>32</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712B5482"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255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77777777" w:rsidR="00285E8B" w:rsidRDefault="00285E8B" w:rsidP="00F95FBD">
          <w:pPr>
            <w:pStyle w:val="Zpat0"/>
          </w:pPr>
          <w:r>
            <w:t>SMLOUVA O DÍLO - Zhotovení stavby</w:t>
          </w:r>
        </w:p>
        <w:p w14:paraId="0810EFE1" w14:textId="1DCAEC5A" w:rsidR="00285E8B" w:rsidRDefault="00285E8B" w:rsidP="00F95FBD">
          <w:pPr>
            <w:pStyle w:val="Zpat0"/>
          </w:pPr>
          <w:r>
            <w:t>VS 635</w:t>
          </w:r>
          <w:r w:rsidR="00E32FBC">
            <w:t>240</w:t>
          </w:r>
          <w:r w:rsidR="00A24212">
            <w:t>32</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81E95E3"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25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7777777" w:rsidR="00285E8B" w:rsidRDefault="00285E8B" w:rsidP="00F95FBD">
          <w:pPr>
            <w:pStyle w:val="Zpat0"/>
          </w:pPr>
          <w:r>
            <w:t>SMLOUVA O DÍLO - Zhotovení stavby</w:t>
          </w:r>
        </w:p>
        <w:p w14:paraId="7E32C0F5" w14:textId="6A755985" w:rsidR="00285E8B" w:rsidRDefault="00285E8B" w:rsidP="00F95FBD">
          <w:pPr>
            <w:pStyle w:val="Zpat0"/>
          </w:pPr>
          <w:r>
            <w:t>VS 635</w:t>
          </w:r>
          <w:r w:rsidR="00E32FBC">
            <w:t>240</w:t>
          </w:r>
          <w:r w:rsidR="00A24212">
            <w:t>32</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EB034" w14:textId="77777777" w:rsidR="00675145" w:rsidRDefault="00675145" w:rsidP="00962258">
      <w:pPr>
        <w:spacing w:after="0" w:line="240" w:lineRule="auto"/>
      </w:pPr>
      <w:r>
        <w:separator/>
      </w:r>
    </w:p>
  </w:footnote>
  <w:footnote w:type="continuationSeparator" w:id="0">
    <w:p w14:paraId="08900226" w14:textId="77777777" w:rsidR="00675145" w:rsidRDefault="00675145"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1"/>
  </w:num>
  <w:num w:numId="10" w16cid:durableId="1262713645">
    <w:abstractNumId w:val="0"/>
  </w:num>
  <w:num w:numId="11" w16cid:durableId="1978752850">
    <w:abstractNumId w:val="3"/>
  </w:num>
  <w:num w:numId="12" w16cid:durableId="312174828">
    <w:abstractNumId w:val="14"/>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31FC3"/>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15FDA"/>
    <w:rsid w:val="00237FF8"/>
    <w:rsid w:val="00240B81"/>
    <w:rsid w:val="00243BA0"/>
    <w:rsid w:val="00247D01"/>
    <w:rsid w:val="00250AB7"/>
    <w:rsid w:val="00261A5B"/>
    <w:rsid w:val="00262E5B"/>
    <w:rsid w:val="00266E6A"/>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4659"/>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14BD4"/>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2839"/>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5145"/>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863"/>
    <w:rsid w:val="006C490F"/>
    <w:rsid w:val="006D3D66"/>
    <w:rsid w:val="006E0578"/>
    <w:rsid w:val="006E314D"/>
    <w:rsid w:val="007068AA"/>
    <w:rsid w:val="00710723"/>
    <w:rsid w:val="007145F3"/>
    <w:rsid w:val="007155D6"/>
    <w:rsid w:val="007205A4"/>
    <w:rsid w:val="00723ED1"/>
    <w:rsid w:val="0073520E"/>
    <w:rsid w:val="00735AFB"/>
    <w:rsid w:val="00736798"/>
    <w:rsid w:val="00740AF5"/>
    <w:rsid w:val="00743525"/>
    <w:rsid w:val="00744076"/>
    <w:rsid w:val="00752C05"/>
    <w:rsid w:val="007541A2"/>
    <w:rsid w:val="00755818"/>
    <w:rsid w:val="007616C2"/>
    <w:rsid w:val="0076286B"/>
    <w:rsid w:val="00765B07"/>
    <w:rsid w:val="00766846"/>
    <w:rsid w:val="0077673A"/>
    <w:rsid w:val="00776F1E"/>
    <w:rsid w:val="00782552"/>
    <w:rsid w:val="007846E1"/>
    <w:rsid w:val="007847D6"/>
    <w:rsid w:val="00784C56"/>
    <w:rsid w:val="00794656"/>
    <w:rsid w:val="007A5172"/>
    <w:rsid w:val="007A67A0"/>
    <w:rsid w:val="007B0432"/>
    <w:rsid w:val="007B570C"/>
    <w:rsid w:val="007C6F73"/>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1000"/>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24212"/>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AF6D0C"/>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DF5995"/>
    <w:rsid w:val="00E133C8"/>
    <w:rsid w:val="00E16FF7"/>
    <w:rsid w:val="00E22B1F"/>
    <w:rsid w:val="00E26D68"/>
    <w:rsid w:val="00E32FBC"/>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C6E64"/>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E32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04460D"/>
    <w:rsid w:val="00621BE5"/>
    <w:rsid w:val="006E68CD"/>
    <w:rsid w:val="008C6795"/>
    <w:rsid w:val="00917BB8"/>
    <w:rsid w:val="009F4FDD"/>
    <w:rsid w:val="00A97E69"/>
    <w:rsid w:val="00BE01F4"/>
    <w:rsid w:val="00C021E2"/>
    <w:rsid w:val="00C260F6"/>
    <w:rsid w:val="00D52E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TotalTime>
  <Pages>28</Pages>
  <Words>7131</Words>
  <Characters>42076</Characters>
  <Application>Microsoft Office Word</Application>
  <DocSecurity>0</DocSecurity>
  <Lines>350</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5</cp:revision>
  <cp:lastPrinted>2019-09-27T11:09:00Z</cp:lastPrinted>
  <dcterms:created xsi:type="dcterms:W3CDTF">2024-02-28T05:36:00Z</dcterms:created>
  <dcterms:modified xsi:type="dcterms:W3CDTF">2024-02-29T15:41:00Z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